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EA" w:rsidRDefault="00A348E3" w:rsidP="00A348E3">
      <w:pPr>
        <w:jc w:val="center"/>
        <w:rPr>
          <w:sz w:val="48"/>
          <w:szCs w:val="48"/>
        </w:rPr>
      </w:pPr>
      <w:r>
        <w:rPr>
          <w:sz w:val="48"/>
          <w:szCs w:val="48"/>
        </w:rPr>
        <w:t>TritranX</w:t>
      </w:r>
    </w:p>
    <w:p w:rsidR="00A348E3" w:rsidRDefault="00A348E3" w:rsidP="00A348E3">
      <w:pPr>
        <w:rPr>
          <w:sz w:val="32"/>
          <w:szCs w:val="32"/>
        </w:rPr>
      </w:pPr>
      <w:r>
        <w:rPr>
          <w:sz w:val="32"/>
          <w:szCs w:val="32"/>
        </w:rPr>
        <w:t xml:space="preserve">He has a strong build and a very big appetite. </w:t>
      </w:r>
      <w:r w:rsidR="00187A38">
        <w:rPr>
          <w:sz w:val="32"/>
          <w:szCs w:val="32"/>
        </w:rPr>
        <w:t>You are able to see his long talon like nails. With orange skin and pale stripes he looks like a tiger. When he looks at cheese his hands start shaking,</w:t>
      </w:r>
      <w:r w:rsidR="00BF06EA">
        <w:rPr>
          <w:sz w:val="32"/>
          <w:szCs w:val="32"/>
        </w:rPr>
        <w:t xml:space="preserve"> </w:t>
      </w:r>
      <w:r w:rsidR="00187A38">
        <w:rPr>
          <w:sz w:val="32"/>
          <w:szCs w:val="32"/>
        </w:rPr>
        <w:t>and you can see tiny drops of sweat on his face.</w:t>
      </w:r>
      <w:r w:rsidR="00BF06EA">
        <w:rPr>
          <w:sz w:val="32"/>
          <w:szCs w:val="32"/>
        </w:rPr>
        <w:t xml:space="preserve"> In his head he imagines cheese having arms, eyes and teeth, and is chasing him around the room. He works as a </w:t>
      </w:r>
      <w:r w:rsidR="00DA6C2F">
        <w:rPr>
          <w:sz w:val="32"/>
          <w:szCs w:val="32"/>
        </w:rPr>
        <w:t>bounty</w:t>
      </w:r>
      <w:r w:rsidR="00BF06EA">
        <w:rPr>
          <w:sz w:val="32"/>
          <w:szCs w:val="32"/>
        </w:rPr>
        <w:t xml:space="preserve"> hunter and wears a dark hat that shades over his eyes. When he walks he swaggers with a bent over back.</w:t>
      </w:r>
      <w:r w:rsidR="00DA6C2F">
        <w:rPr>
          <w:sz w:val="32"/>
          <w:szCs w:val="32"/>
        </w:rPr>
        <w:t xml:space="preserve"> </w:t>
      </w:r>
      <w:r w:rsidR="00BF06EA">
        <w:rPr>
          <w:sz w:val="32"/>
          <w:szCs w:val="32"/>
        </w:rPr>
        <w:t xml:space="preserve">With eyes as yellow as the sun he uses it as a source of light and guidance. His hair looks like feathers that droop over his back. He is as powerful as a </w:t>
      </w:r>
      <w:r w:rsidR="00DA6C2F">
        <w:rPr>
          <w:sz w:val="32"/>
          <w:szCs w:val="32"/>
        </w:rPr>
        <w:t>leopard</w:t>
      </w:r>
      <w:bookmarkStart w:id="0" w:name="_GoBack"/>
      <w:bookmarkEnd w:id="0"/>
      <w:r w:rsidR="00BF06EA">
        <w:rPr>
          <w:sz w:val="32"/>
          <w:szCs w:val="32"/>
        </w:rPr>
        <w:t xml:space="preserve"> and as fast as an antelope. When he frowns </w:t>
      </w:r>
      <w:r w:rsidR="00DA6C2F">
        <w:rPr>
          <w:sz w:val="32"/>
          <w:szCs w:val="32"/>
        </w:rPr>
        <w:t>his nose wrinkles and his eyes turn flaming red.</w:t>
      </w:r>
      <w:r w:rsidR="00BF06EA">
        <w:rPr>
          <w:sz w:val="32"/>
          <w:szCs w:val="32"/>
        </w:rPr>
        <w:t xml:space="preserve"> </w:t>
      </w:r>
    </w:p>
    <w:p w:rsidR="00BF06EA" w:rsidRPr="00A348E3" w:rsidRDefault="00BF06EA" w:rsidP="00A348E3">
      <w:pPr>
        <w:rPr>
          <w:sz w:val="32"/>
          <w:szCs w:val="32"/>
        </w:rPr>
      </w:pPr>
    </w:p>
    <w:p w:rsidR="00A348E3" w:rsidRPr="00A348E3" w:rsidRDefault="00A348E3" w:rsidP="00A348E3">
      <w:pPr>
        <w:jc w:val="center"/>
        <w:rPr>
          <w:sz w:val="48"/>
          <w:szCs w:val="48"/>
        </w:rPr>
      </w:pPr>
    </w:p>
    <w:sectPr w:rsidR="00A348E3" w:rsidRPr="00A34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E3"/>
    <w:rsid w:val="00187A38"/>
    <w:rsid w:val="002B4A46"/>
    <w:rsid w:val="00A348E3"/>
    <w:rsid w:val="00BF06EA"/>
    <w:rsid w:val="00DA6C2F"/>
    <w:rsid w:val="00DC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13F2E7BF</Template>
  <TotalTime>20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2011-05-18T02:03:00Z</dcterms:created>
  <dcterms:modified xsi:type="dcterms:W3CDTF">2011-05-25T01:46:00Z</dcterms:modified>
</cp:coreProperties>
</file>